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7422ECD" w14:textId="77777777" w:rsidTr="00F862D6">
        <w:tc>
          <w:tcPr>
            <w:tcW w:w="1020" w:type="dxa"/>
          </w:tcPr>
          <w:p w14:paraId="62C4567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1E58030" wp14:editId="29BA4478">
                      <wp:simplePos x="0" y="0"/>
                      <wp:positionH relativeFrom="page">
                        <wp:posOffset>2777490</wp:posOffset>
                      </wp:positionH>
                      <wp:positionV relativeFrom="page">
                        <wp:posOffset>182880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58CDDB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E580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8.7pt;margin-top:14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aa4k9t4AAAAKAQAADwAAAGRycy9kb3du&#10;cmV2LnhtbEyPQU+DQBCF7yb+h82YeLML2FpCWZpq7NkIHjxu2Slg2VnCblvk1zue9DiZL+99L99O&#10;thcXHH3nSEG8iEAg1c501Cj4qPYPKQgfNBndO0IF3+hhW9ze5Doz7krveClDIziEfKYVtCEMmZS+&#10;btFqv3ADEv+ObrQ68Dk20oz6yuG2l0kUPUmrO+KGVg/40mJ9Ks+We131epp3QVb7Gstns5q/3j5n&#10;pe7vpt0GRMAp/MHwq8/qULDTwZ3JeNErWD6ul4wqSFKewEAarxMQByZXcQK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GmuJPb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2C58CDDB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13738DB" w14:textId="77777777" w:rsidR="00F64786" w:rsidRDefault="00F64786" w:rsidP="0077673A"/>
        </w:tc>
        <w:tc>
          <w:tcPr>
            <w:tcW w:w="823" w:type="dxa"/>
          </w:tcPr>
          <w:p w14:paraId="5E8CE08E" w14:textId="77777777" w:rsidR="00F64786" w:rsidRDefault="00F64786" w:rsidP="0077673A"/>
        </w:tc>
        <w:tc>
          <w:tcPr>
            <w:tcW w:w="3685" w:type="dxa"/>
          </w:tcPr>
          <w:p w14:paraId="5D8F8DDD" w14:textId="77777777" w:rsidR="00F64786" w:rsidRDefault="00F64786" w:rsidP="0077673A"/>
        </w:tc>
      </w:tr>
      <w:tr w:rsidR="00F862D6" w14:paraId="2DE93010" w14:textId="77777777" w:rsidTr="00596C7E">
        <w:tc>
          <w:tcPr>
            <w:tcW w:w="1020" w:type="dxa"/>
          </w:tcPr>
          <w:p w14:paraId="710A4E4E" w14:textId="77777777" w:rsidR="00F862D6" w:rsidRDefault="00F862D6" w:rsidP="0077673A"/>
        </w:tc>
        <w:tc>
          <w:tcPr>
            <w:tcW w:w="2552" w:type="dxa"/>
          </w:tcPr>
          <w:p w14:paraId="336AEC64" w14:textId="77777777" w:rsidR="00F862D6" w:rsidRDefault="00F862D6" w:rsidP="00764595"/>
        </w:tc>
        <w:tc>
          <w:tcPr>
            <w:tcW w:w="823" w:type="dxa"/>
          </w:tcPr>
          <w:p w14:paraId="27FB7B17" w14:textId="77777777" w:rsidR="00F862D6" w:rsidRDefault="00F862D6" w:rsidP="0077673A"/>
        </w:tc>
        <w:tc>
          <w:tcPr>
            <w:tcW w:w="3685" w:type="dxa"/>
            <w:vMerge w:val="restart"/>
          </w:tcPr>
          <w:p w14:paraId="75ADF51F" w14:textId="77777777" w:rsidR="00596C7E" w:rsidRDefault="00596C7E" w:rsidP="00596C7E">
            <w:pPr>
              <w:rPr>
                <w:rStyle w:val="Potovnadresa"/>
              </w:rPr>
            </w:pPr>
          </w:p>
          <w:p w14:paraId="2DA1A95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62270" w14:paraId="552AC2A4" w14:textId="77777777" w:rsidTr="00F862D6">
        <w:tc>
          <w:tcPr>
            <w:tcW w:w="1020" w:type="dxa"/>
          </w:tcPr>
          <w:p w14:paraId="65E5B305" w14:textId="131946BF" w:rsidR="00D62270" w:rsidRPr="003E6B9A" w:rsidRDefault="00D62270" w:rsidP="00D62270">
            <w:r w:rsidRPr="003E6B9A">
              <w:t>Naše zn.</w:t>
            </w:r>
          </w:p>
        </w:tc>
        <w:tc>
          <w:tcPr>
            <w:tcW w:w="2552" w:type="dxa"/>
          </w:tcPr>
          <w:p w14:paraId="3811C585" w14:textId="0FA24725" w:rsidR="00D62270" w:rsidRPr="003E6B9A" w:rsidRDefault="00E97CB7" w:rsidP="00D62270">
            <w:r w:rsidRPr="00E97CB7">
              <w:rPr>
                <w:rFonts w:ascii="Helvetica" w:hAnsi="Helvetica"/>
              </w:rPr>
              <w:t>11660</w:t>
            </w:r>
            <w:r w:rsidR="00D62270" w:rsidRPr="00E97CB7">
              <w:rPr>
                <w:rFonts w:ascii="Helvetica" w:hAnsi="Helvetica"/>
              </w:rPr>
              <w:t>/2023</w:t>
            </w:r>
            <w:r w:rsidR="00D62270" w:rsidRPr="008E6E20">
              <w:rPr>
                <w:rFonts w:ascii="Helvetica" w:hAnsi="Helvetica"/>
              </w:rPr>
              <w:t>-SŽ-SSV-Ú3</w:t>
            </w:r>
          </w:p>
        </w:tc>
        <w:tc>
          <w:tcPr>
            <w:tcW w:w="823" w:type="dxa"/>
          </w:tcPr>
          <w:p w14:paraId="1CD35F14" w14:textId="77777777" w:rsidR="00D62270" w:rsidRDefault="00D62270" w:rsidP="00D62270"/>
        </w:tc>
        <w:tc>
          <w:tcPr>
            <w:tcW w:w="3685" w:type="dxa"/>
            <w:vMerge/>
          </w:tcPr>
          <w:p w14:paraId="73F33AFC" w14:textId="77777777" w:rsidR="00D62270" w:rsidRDefault="00D62270" w:rsidP="00D62270"/>
        </w:tc>
      </w:tr>
      <w:tr w:rsidR="00D62270" w14:paraId="15A0329D" w14:textId="77777777" w:rsidTr="00F862D6">
        <w:tc>
          <w:tcPr>
            <w:tcW w:w="1020" w:type="dxa"/>
          </w:tcPr>
          <w:p w14:paraId="6479F966" w14:textId="775EC29F" w:rsidR="00D62270" w:rsidRDefault="00D62270" w:rsidP="00D62270">
            <w:r w:rsidRPr="008E6E20">
              <w:t>Listů/příloh</w:t>
            </w:r>
          </w:p>
        </w:tc>
        <w:tc>
          <w:tcPr>
            <w:tcW w:w="2552" w:type="dxa"/>
          </w:tcPr>
          <w:p w14:paraId="3661A681" w14:textId="62F845BA" w:rsidR="00D62270" w:rsidRPr="003E6B9A" w:rsidRDefault="000E2EDA" w:rsidP="00D62270">
            <w:r>
              <w:t>1</w:t>
            </w:r>
            <w:r w:rsidR="00D62270" w:rsidRPr="008E6E20">
              <w:t>/</w:t>
            </w:r>
            <w:r>
              <w:t>2</w:t>
            </w:r>
          </w:p>
        </w:tc>
        <w:tc>
          <w:tcPr>
            <w:tcW w:w="823" w:type="dxa"/>
          </w:tcPr>
          <w:p w14:paraId="5B3D84A5" w14:textId="77777777" w:rsidR="00D62270" w:rsidRDefault="00D62270" w:rsidP="00D62270"/>
        </w:tc>
        <w:tc>
          <w:tcPr>
            <w:tcW w:w="3685" w:type="dxa"/>
            <w:vMerge/>
          </w:tcPr>
          <w:p w14:paraId="6216895A" w14:textId="77777777" w:rsidR="00D62270" w:rsidRDefault="00D62270" w:rsidP="00D62270">
            <w:pPr>
              <w:rPr>
                <w:noProof/>
              </w:rPr>
            </w:pPr>
          </w:p>
        </w:tc>
      </w:tr>
      <w:tr w:rsidR="00D62270" w14:paraId="11F48E19" w14:textId="77777777" w:rsidTr="00B23CA3">
        <w:trPr>
          <w:trHeight w:val="77"/>
        </w:trPr>
        <w:tc>
          <w:tcPr>
            <w:tcW w:w="1020" w:type="dxa"/>
          </w:tcPr>
          <w:p w14:paraId="3DC2809C" w14:textId="77777777" w:rsidR="00D62270" w:rsidRDefault="00D62270" w:rsidP="00D62270"/>
        </w:tc>
        <w:tc>
          <w:tcPr>
            <w:tcW w:w="2552" w:type="dxa"/>
          </w:tcPr>
          <w:p w14:paraId="69CCB6C3" w14:textId="77777777" w:rsidR="00D62270" w:rsidRPr="003E6B9A" w:rsidRDefault="00D62270" w:rsidP="00D62270"/>
        </w:tc>
        <w:tc>
          <w:tcPr>
            <w:tcW w:w="823" w:type="dxa"/>
          </w:tcPr>
          <w:p w14:paraId="6D8C4BBA" w14:textId="77777777" w:rsidR="00D62270" w:rsidRDefault="00D62270" w:rsidP="00D62270"/>
        </w:tc>
        <w:tc>
          <w:tcPr>
            <w:tcW w:w="3685" w:type="dxa"/>
            <w:vMerge/>
          </w:tcPr>
          <w:p w14:paraId="3A420632" w14:textId="77777777" w:rsidR="00D62270" w:rsidRDefault="00D62270" w:rsidP="00D62270"/>
        </w:tc>
      </w:tr>
      <w:tr w:rsidR="00D62270" w14:paraId="5E404396" w14:textId="77777777" w:rsidTr="00F862D6">
        <w:tc>
          <w:tcPr>
            <w:tcW w:w="1020" w:type="dxa"/>
          </w:tcPr>
          <w:p w14:paraId="6DFC1811" w14:textId="677A1963" w:rsidR="00D62270" w:rsidRDefault="00D62270" w:rsidP="00D62270">
            <w:r>
              <w:t>Vyřizuje</w:t>
            </w:r>
          </w:p>
        </w:tc>
        <w:tc>
          <w:tcPr>
            <w:tcW w:w="2552" w:type="dxa"/>
          </w:tcPr>
          <w:p w14:paraId="7B342CD9" w14:textId="522CE71F" w:rsidR="00D62270" w:rsidRPr="003E6B9A" w:rsidRDefault="00D62270" w:rsidP="00D62270">
            <w:r w:rsidRPr="00E73E05">
              <w:t>JUDr. Jaroslav Klimeš</w:t>
            </w:r>
          </w:p>
        </w:tc>
        <w:tc>
          <w:tcPr>
            <w:tcW w:w="823" w:type="dxa"/>
          </w:tcPr>
          <w:p w14:paraId="1BA97799" w14:textId="77777777" w:rsidR="00D62270" w:rsidRDefault="00D62270" w:rsidP="00D62270"/>
        </w:tc>
        <w:tc>
          <w:tcPr>
            <w:tcW w:w="3685" w:type="dxa"/>
            <w:vMerge/>
          </w:tcPr>
          <w:p w14:paraId="4F5DD850" w14:textId="77777777" w:rsidR="00D62270" w:rsidRDefault="00D62270" w:rsidP="00D62270"/>
        </w:tc>
      </w:tr>
      <w:tr w:rsidR="00D62270" w14:paraId="6C872DFC" w14:textId="77777777" w:rsidTr="00F862D6">
        <w:tc>
          <w:tcPr>
            <w:tcW w:w="1020" w:type="dxa"/>
          </w:tcPr>
          <w:p w14:paraId="626DB91E" w14:textId="77777777" w:rsidR="00D62270" w:rsidRDefault="00D62270" w:rsidP="00D62270"/>
        </w:tc>
        <w:tc>
          <w:tcPr>
            <w:tcW w:w="2552" w:type="dxa"/>
          </w:tcPr>
          <w:p w14:paraId="266395C2" w14:textId="77777777" w:rsidR="00D62270" w:rsidRPr="003E6B9A" w:rsidRDefault="00D62270" w:rsidP="00D62270"/>
        </w:tc>
        <w:tc>
          <w:tcPr>
            <w:tcW w:w="823" w:type="dxa"/>
          </w:tcPr>
          <w:p w14:paraId="5574EF7E" w14:textId="77777777" w:rsidR="00D62270" w:rsidRDefault="00D62270" w:rsidP="00D62270"/>
        </w:tc>
        <w:tc>
          <w:tcPr>
            <w:tcW w:w="3685" w:type="dxa"/>
            <w:vMerge/>
          </w:tcPr>
          <w:p w14:paraId="0214A193" w14:textId="77777777" w:rsidR="00D62270" w:rsidRDefault="00D62270" w:rsidP="00D62270"/>
        </w:tc>
      </w:tr>
      <w:tr w:rsidR="00D62270" w14:paraId="6297EB1C" w14:textId="77777777" w:rsidTr="00F862D6">
        <w:tc>
          <w:tcPr>
            <w:tcW w:w="1020" w:type="dxa"/>
          </w:tcPr>
          <w:p w14:paraId="18FC157C" w14:textId="0DF29A8B" w:rsidR="00D62270" w:rsidRDefault="00D62270" w:rsidP="00D62270">
            <w:r>
              <w:t>Mobil</w:t>
            </w:r>
          </w:p>
        </w:tc>
        <w:tc>
          <w:tcPr>
            <w:tcW w:w="2552" w:type="dxa"/>
          </w:tcPr>
          <w:p w14:paraId="19D1070C" w14:textId="2F1F807E" w:rsidR="00D62270" w:rsidRPr="003E6B9A" w:rsidRDefault="00D62270" w:rsidP="00D62270">
            <w:r w:rsidRPr="00E73E05">
              <w:t>+420 722 819 305</w:t>
            </w:r>
          </w:p>
        </w:tc>
        <w:tc>
          <w:tcPr>
            <w:tcW w:w="823" w:type="dxa"/>
          </w:tcPr>
          <w:p w14:paraId="03081867" w14:textId="77777777" w:rsidR="00D62270" w:rsidRDefault="00D62270" w:rsidP="00D62270"/>
        </w:tc>
        <w:tc>
          <w:tcPr>
            <w:tcW w:w="3685" w:type="dxa"/>
            <w:vMerge/>
          </w:tcPr>
          <w:p w14:paraId="689CCE01" w14:textId="77777777" w:rsidR="00D62270" w:rsidRDefault="00D62270" w:rsidP="00D62270"/>
        </w:tc>
      </w:tr>
      <w:tr w:rsidR="00D62270" w14:paraId="392F0E37" w14:textId="77777777" w:rsidTr="00F862D6">
        <w:tc>
          <w:tcPr>
            <w:tcW w:w="1020" w:type="dxa"/>
          </w:tcPr>
          <w:p w14:paraId="79236D7B" w14:textId="6A4D22DD" w:rsidR="00D62270" w:rsidRDefault="00D62270" w:rsidP="00D62270">
            <w:r>
              <w:t>E-mail</w:t>
            </w:r>
          </w:p>
        </w:tc>
        <w:tc>
          <w:tcPr>
            <w:tcW w:w="2552" w:type="dxa"/>
          </w:tcPr>
          <w:p w14:paraId="5F2BFF7E" w14:textId="2C3F671B" w:rsidR="00D62270" w:rsidRPr="003E6B9A" w:rsidRDefault="00D62270" w:rsidP="00D62270">
            <w:r w:rsidRPr="00E73E05">
              <w:t>KlimesJa@spravazeleznic.cz</w:t>
            </w:r>
          </w:p>
        </w:tc>
        <w:tc>
          <w:tcPr>
            <w:tcW w:w="823" w:type="dxa"/>
          </w:tcPr>
          <w:p w14:paraId="35F56FB2" w14:textId="77777777" w:rsidR="00D62270" w:rsidRDefault="00D62270" w:rsidP="00D62270"/>
        </w:tc>
        <w:tc>
          <w:tcPr>
            <w:tcW w:w="3685" w:type="dxa"/>
            <w:vMerge/>
          </w:tcPr>
          <w:p w14:paraId="23CAE139" w14:textId="77777777" w:rsidR="00D62270" w:rsidRDefault="00D62270" w:rsidP="00D62270"/>
        </w:tc>
      </w:tr>
      <w:tr w:rsidR="00D62270" w14:paraId="4CB965C0" w14:textId="77777777" w:rsidTr="00F862D6">
        <w:tc>
          <w:tcPr>
            <w:tcW w:w="1020" w:type="dxa"/>
          </w:tcPr>
          <w:p w14:paraId="5D412AE5" w14:textId="77777777" w:rsidR="00D62270" w:rsidRDefault="00D62270" w:rsidP="00D62270"/>
        </w:tc>
        <w:tc>
          <w:tcPr>
            <w:tcW w:w="2552" w:type="dxa"/>
          </w:tcPr>
          <w:p w14:paraId="28178802" w14:textId="77777777" w:rsidR="00D62270" w:rsidRPr="003E6B9A" w:rsidRDefault="00D62270" w:rsidP="00D62270"/>
        </w:tc>
        <w:tc>
          <w:tcPr>
            <w:tcW w:w="823" w:type="dxa"/>
          </w:tcPr>
          <w:p w14:paraId="29C96F06" w14:textId="77777777" w:rsidR="00D62270" w:rsidRDefault="00D62270" w:rsidP="00D62270"/>
        </w:tc>
        <w:tc>
          <w:tcPr>
            <w:tcW w:w="3685" w:type="dxa"/>
          </w:tcPr>
          <w:p w14:paraId="2FB4F8CC" w14:textId="77777777" w:rsidR="00D62270" w:rsidRDefault="00D62270" w:rsidP="00D62270"/>
        </w:tc>
      </w:tr>
      <w:tr w:rsidR="00D62270" w14:paraId="67BD1174" w14:textId="77777777" w:rsidTr="00F862D6">
        <w:tc>
          <w:tcPr>
            <w:tcW w:w="1020" w:type="dxa"/>
          </w:tcPr>
          <w:p w14:paraId="7F816710" w14:textId="56117962" w:rsidR="00D62270" w:rsidRDefault="00D62270" w:rsidP="00D6227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25BDBBB" w14:textId="60A98500" w:rsidR="00D62270" w:rsidRPr="003E6B9A" w:rsidRDefault="00D62270" w:rsidP="00D6227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23EDB">
              <w:rPr>
                <w:noProof/>
              </w:rPr>
              <w:t>4.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90965C8" w14:textId="77777777" w:rsidR="00D62270" w:rsidRDefault="00D62270" w:rsidP="00D62270"/>
        </w:tc>
        <w:tc>
          <w:tcPr>
            <w:tcW w:w="3685" w:type="dxa"/>
          </w:tcPr>
          <w:p w14:paraId="3892831F" w14:textId="77777777" w:rsidR="00D62270" w:rsidRDefault="00D62270" w:rsidP="00D62270"/>
        </w:tc>
      </w:tr>
      <w:tr w:rsidR="00F64786" w14:paraId="5A8C4EE0" w14:textId="77777777" w:rsidTr="00F862D6">
        <w:tc>
          <w:tcPr>
            <w:tcW w:w="1020" w:type="dxa"/>
          </w:tcPr>
          <w:p w14:paraId="5B537D22" w14:textId="77777777" w:rsidR="00F64786" w:rsidRDefault="00F64786" w:rsidP="0077673A"/>
        </w:tc>
        <w:tc>
          <w:tcPr>
            <w:tcW w:w="2552" w:type="dxa"/>
          </w:tcPr>
          <w:p w14:paraId="2CF4741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9158D8A" w14:textId="77777777" w:rsidR="00F64786" w:rsidRDefault="00F64786" w:rsidP="0077673A"/>
        </w:tc>
        <w:tc>
          <w:tcPr>
            <w:tcW w:w="3685" w:type="dxa"/>
          </w:tcPr>
          <w:p w14:paraId="0AE3A70D" w14:textId="77777777" w:rsidR="00F64786" w:rsidRDefault="00F64786" w:rsidP="0077673A"/>
        </w:tc>
      </w:tr>
      <w:tr w:rsidR="00F862D6" w14:paraId="1C2C7B1F" w14:textId="77777777" w:rsidTr="00B45E9E">
        <w:trPr>
          <w:trHeight w:val="794"/>
        </w:trPr>
        <w:tc>
          <w:tcPr>
            <w:tcW w:w="1020" w:type="dxa"/>
          </w:tcPr>
          <w:p w14:paraId="53BAC735" w14:textId="77777777" w:rsidR="00F862D6" w:rsidRDefault="00F862D6" w:rsidP="0077673A"/>
        </w:tc>
        <w:tc>
          <w:tcPr>
            <w:tcW w:w="2552" w:type="dxa"/>
          </w:tcPr>
          <w:p w14:paraId="3F79224E" w14:textId="77777777" w:rsidR="00F862D6" w:rsidRDefault="00F862D6" w:rsidP="00F310F8"/>
        </w:tc>
        <w:tc>
          <w:tcPr>
            <w:tcW w:w="823" w:type="dxa"/>
          </w:tcPr>
          <w:p w14:paraId="2525F350" w14:textId="77777777" w:rsidR="00F862D6" w:rsidRDefault="00F862D6" w:rsidP="0077673A"/>
        </w:tc>
        <w:tc>
          <w:tcPr>
            <w:tcW w:w="3685" w:type="dxa"/>
          </w:tcPr>
          <w:p w14:paraId="3BF409E5" w14:textId="77777777" w:rsidR="00F862D6" w:rsidRDefault="00F862D6" w:rsidP="0077673A"/>
        </w:tc>
      </w:tr>
    </w:tbl>
    <w:p w14:paraId="717C216F" w14:textId="4579E3C0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="006C6FEA" w:rsidRPr="006C6FEA">
        <w:rPr>
          <w:rFonts w:eastAsia="Calibri" w:cs="Times New Roman"/>
          <w:b/>
          <w:lang w:eastAsia="cs-CZ"/>
        </w:rPr>
        <w:t>Zřízení bezbariérového přístupu na nástupiště v zastávce Žabčice</w:t>
      </w:r>
    </w:p>
    <w:p w14:paraId="421BA2F9" w14:textId="75E3AA81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0E2EDA">
        <w:rPr>
          <w:rFonts w:eastAsia="Calibri" w:cs="Times New Roman"/>
          <w:lang w:eastAsia="cs-CZ"/>
        </w:rPr>
        <w:t xml:space="preserve">dokumentace č. </w:t>
      </w:r>
      <w:r w:rsidR="00D62270" w:rsidRPr="000E2EDA">
        <w:rPr>
          <w:rFonts w:eastAsia="Calibri" w:cs="Times New Roman"/>
          <w:lang w:eastAsia="cs-CZ"/>
        </w:rPr>
        <w:t>1</w:t>
      </w:r>
    </w:p>
    <w:p w14:paraId="394809D7" w14:textId="5A4F36CD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BAE5FB7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B9AA47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A3E01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438C4A8" w14:textId="77777777" w:rsidR="006C6FEA" w:rsidRPr="006C6FEA" w:rsidRDefault="006C6FEA" w:rsidP="006C6FEA">
      <w:pPr>
        <w:spacing w:after="0" w:line="240" w:lineRule="auto"/>
        <w:rPr>
          <w:rFonts w:ascii="Calibri" w:eastAsia="Calibri" w:hAnsi="Calibri" w:cs="Calibri"/>
          <w:sz w:val="22"/>
          <w:szCs w:val="22"/>
          <w14:ligatures w14:val="standardContextual"/>
        </w:rPr>
      </w:pPr>
      <w:r w:rsidRPr="006C6FEA">
        <w:rPr>
          <w:rFonts w:ascii="Calibri" w:eastAsia="Calibri" w:hAnsi="Calibri" w:cs="Calibri"/>
          <w:sz w:val="22"/>
          <w:szCs w:val="22"/>
          <w14:ligatures w14:val="standardContextual"/>
        </w:rPr>
        <w:t>K SO 300 Přeložka kanalizace jsme nenalezli technickou zprávu, je přiložena pouze 1 stránka.</w:t>
      </w:r>
    </w:p>
    <w:p w14:paraId="17D8A60E" w14:textId="00DD2F09" w:rsidR="00BD5319" w:rsidRPr="00BD5319" w:rsidRDefault="006C6FEA" w:rsidP="006C6FE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C6FEA">
        <w:rPr>
          <w:rFonts w:ascii="Calibri" w:eastAsia="Calibri" w:hAnsi="Calibri" w:cs="Calibri"/>
          <w:sz w:val="22"/>
          <w:szCs w:val="22"/>
          <w14:ligatures w14:val="standardContextual"/>
        </w:rPr>
        <w:t>Může zadavatel poskytnout kompletní technickou zprávu?</w:t>
      </w:r>
    </w:p>
    <w:p w14:paraId="314661C8" w14:textId="77777777" w:rsidR="00D72FD6" w:rsidRDefault="00D72FD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B741A7" w14:textId="539727A2" w:rsidR="00790A31" w:rsidRPr="006C6FEA" w:rsidRDefault="00BD5319" w:rsidP="006C6FE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</w:t>
      </w:r>
      <w:r w:rsidR="000E2EDA">
        <w:rPr>
          <w:rFonts w:eastAsia="Calibri" w:cs="Times New Roman"/>
          <w:b/>
          <w:lang w:eastAsia="cs-CZ"/>
        </w:rPr>
        <w:t>:</w:t>
      </w:r>
    </w:p>
    <w:p w14:paraId="24242E5B" w14:textId="626045D0" w:rsidR="000E2EDA" w:rsidRPr="000E2EDA" w:rsidRDefault="004D4B80" w:rsidP="000E2EDA">
      <w:pPr>
        <w:spacing w:after="0" w:line="240" w:lineRule="auto"/>
        <w:rPr>
          <w:rFonts w:eastAsia="Times New Roman" w:cs="Times New Roman"/>
          <w:lang w:eastAsia="cs-CZ"/>
        </w:rPr>
      </w:pPr>
      <w:r w:rsidRPr="004D4B80">
        <w:rPr>
          <w:rFonts w:eastAsia="Times New Roman" w:cs="Times New Roman"/>
          <w:lang w:eastAsia="cs-CZ"/>
        </w:rPr>
        <w:t>P</w:t>
      </w:r>
      <w:r w:rsidR="000E2EDA" w:rsidRPr="000E2EDA">
        <w:rPr>
          <w:rFonts w:eastAsia="Times New Roman" w:cs="Times New Roman"/>
          <w:lang w:eastAsia="cs-CZ"/>
        </w:rPr>
        <w:t>řílohou zasílám</w:t>
      </w:r>
      <w:r w:rsidR="00F23EDB">
        <w:rPr>
          <w:rFonts w:eastAsia="Times New Roman" w:cs="Times New Roman"/>
          <w:lang w:eastAsia="cs-CZ"/>
        </w:rPr>
        <w:t>e</w:t>
      </w:r>
      <w:r w:rsidR="000E2EDA" w:rsidRPr="000E2EDA">
        <w:rPr>
          <w:rFonts w:eastAsia="Times New Roman" w:cs="Times New Roman"/>
          <w:lang w:eastAsia="cs-CZ"/>
        </w:rPr>
        <w:t xml:space="preserve"> celou Technickou zprávu SO 300. Do uzavřeného formátu byla chybně</w:t>
      </w:r>
      <w:r w:rsidRPr="004D4B80">
        <w:rPr>
          <w:rFonts w:eastAsia="Times New Roman" w:cs="Times New Roman"/>
          <w:lang w:eastAsia="cs-CZ"/>
        </w:rPr>
        <w:t xml:space="preserve"> </w:t>
      </w:r>
      <w:r w:rsidR="000E2EDA" w:rsidRPr="000E2EDA">
        <w:rPr>
          <w:rFonts w:eastAsia="Times New Roman" w:cs="Times New Roman"/>
          <w:lang w:eastAsia="cs-CZ"/>
        </w:rPr>
        <w:t>převedena jen poslední strana.</w:t>
      </w:r>
    </w:p>
    <w:p w14:paraId="5F9A7CC2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57994BF" w14:textId="77777777" w:rsidR="000E2EDA" w:rsidRDefault="000E2EDA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0D27FF0" w14:textId="50B19D6F" w:rsidR="000E2EDA" w:rsidRPr="00CB7B5A" w:rsidRDefault="000E2EDA" w:rsidP="000E2E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0E2EDA">
        <w:rPr>
          <w:rFonts w:eastAsia="Times New Roman" w:cs="Times New Roman"/>
          <w:lang w:eastAsia="cs-CZ"/>
        </w:rPr>
        <w:t xml:space="preserve">provedeny </w:t>
      </w:r>
      <w:r w:rsidRPr="000E2EDA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19.10.2023 v 8:30 hod</w:t>
      </w:r>
      <w:r w:rsidRPr="00CB7B5A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20.10.2023 v 10:00 hod.</w:t>
      </w:r>
    </w:p>
    <w:p w14:paraId="6682EFC2" w14:textId="77777777" w:rsidR="000E2EDA" w:rsidRPr="00CB7B5A" w:rsidRDefault="000E2EDA" w:rsidP="000E2ED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8093A2" w14:textId="77777777" w:rsidR="000E2EDA" w:rsidRPr="00CB7B5A" w:rsidRDefault="000E2EDA" w:rsidP="000E2EDA">
      <w:pPr>
        <w:spacing w:after="0" w:line="240" w:lineRule="auto"/>
        <w:rPr>
          <w:rFonts w:eastAsia="Times New Roman" w:cs="Times New Roman"/>
          <w:lang w:eastAsia="cs-CZ"/>
        </w:rPr>
      </w:pPr>
    </w:p>
    <w:p w14:paraId="48F7B0EE" w14:textId="77777777" w:rsidR="000E2EDA" w:rsidRPr="00CB7B5A" w:rsidRDefault="000E2EDA" w:rsidP="000E2E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E2ED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5608F2A" w14:textId="77777777" w:rsidR="000E2EDA" w:rsidRPr="00CB7B5A" w:rsidRDefault="000E2EDA" w:rsidP="000E2ED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4611375" w14:textId="48F195DF" w:rsidR="000E2EDA" w:rsidRDefault="000E2EDA" w:rsidP="000E2ED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E2ED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26725A78" w14:textId="77777777" w:rsidR="000E2EDA" w:rsidRPr="000E2EDA" w:rsidRDefault="000E2EDA" w:rsidP="000E2ED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</w:p>
    <w:p w14:paraId="4A718746" w14:textId="65808BCA" w:rsidR="000E2EDA" w:rsidRPr="000E2EDA" w:rsidRDefault="000E2EDA" w:rsidP="000E2ED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0E2EDA">
        <w:rPr>
          <w:rFonts w:eastAsia="Calibri" w:cs="Times New Roman"/>
          <w:lang w:eastAsia="cs-CZ"/>
        </w:rPr>
        <w:t>300_01_TECHNICKÁ ZPRÁVA ROZPISKA</w:t>
      </w:r>
    </w:p>
    <w:p w14:paraId="30D12F24" w14:textId="10644D1B" w:rsidR="000E2EDA" w:rsidRPr="000E2EDA" w:rsidRDefault="000E2EDA" w:rsidP="000E2ED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0E2EDA">
        <w:rPr>
          <w:rFonts w:eastAsia="Calibri" w:cs="Times New Roman"/>
          <w:lang w:eastAsia="cs-CZ"/>
        </w:rPr>
        <w:t>300_01_Technická_zpráva_celá</w:t>
      </w:r>
    </w:p>
    <w:p w14:paraId="1B3410C6" w14:textId="77777777" w:rsidR="000E2EDA" w:rsidRPr="00CB7B5A" w:rsidRDefault="000E2EDA" w:rsidP="000E2ED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744848" w14:textId="77777777" w:rsidR="000E2EDA" w:rsidRPr="00CB7B5A" w:rsidRDefault="000E2EDA" w:rsidP="000E2ED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05CF85" w14:textId="77777777" w:rsidR="000E2EDA" w:rsidRPr="00CB7B5A" w:rsidRDefault="000E2EDA" w:rsidP="000E2E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10F6E13C" w14:textId="77777777" w:rsidR="000E2EDA" w:rsidRPr="00CB7B5A" w:rsidRDefault="000E2EDA" w:rsidP="000E2ED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2B6BF3" w14:textId="77777777" w:rsidR="000E2EDA" w:rsidRDefault="000E2EDA" w:rsidP="000E2ED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A1C8126" w14:textId="77777777" w:rsidR="000E2EDA" w:rsidRDefault="000E2EDA" w:rsidP="000E2ED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D479D6D" w14:textId="77777777" w:rsidR="000E2EDA" w:rsidRDefault="000E2EDA" w:rsidP="000E2ED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7A71FF0" w14:textId="77777777" w:rsidR="000E2EDA" w:rsidRDefault="000E2EDA" w:rsidP="000E2ED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176D05F" w14:textId="77777777" w:rsidR="000E2EDA" w:rsidRPr="00CB7B5A" w:rsidRDefault="000E2EDA" w:rsidP="000E2ED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ED9401E" w14:textId="77777777" w:rsidR="000E2EDA" w:rsidRPr="00CB7B5A" w:rsidRDefault="000E2EDA" w:rsidP="000E2ED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F7D7586" w14:textId="77777777" w:rsidR="000E2EDA" w:rsidRPr="00CB7B5A" w:rsidRDefault="000E2EDA" w:rsidP="000E2ED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B12591D" w14:textId="77777777" w:rsidR="000E2EDA" w:rsidRPr="00CB7B5A" w:rsidRDefault="000E2EDA" w:rsidP="000E2ED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D9EB72D" w14:textId="68D85966" w:rsidR="000E2EDA" w:rsidRPr="00BD5319" w:rsidRDefault="000E2EDA" w:rsidP="000E2EDA">
      <w:pPr>
        <w:spacing w:after="0" w:line="240" w:lineRule="auto"/>
        <w:ind w:firstLine="1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64873412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8E9FC" w14:textId="77777777" w:rsidR="00C3042B" w:rsidRDefault="00C3042B" w:rsidP="00962258">
      <w:pPr>
        <w:spacing w:after="0" w:line="240" w:lineRule="auto"/>
      </w:pPr>
      <w:r>
        <w:separator/>
      </w:r>
    </w:p>
  </w:endnote>
  <w:endnote w:type="continuationSeparator" w:id="0">
    <w:p w14:paraId="60958DFA" w14:textId="77777777" w:rsidR="00C3042B" w:rsidRDefault="00C304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24EC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7463F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2B9D3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3A76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D8904E" w14:textId="77777777" w:rsidR="00F1715C" w:rsidRDefault="00F1715C" w:rsidP="00D831A3">
          <w:pPr>
            <w:pStyle w:val="Zpat"/>
          </w:pPr>
        </w:p>
      </w:tc>
    </w:tr>
  </w:tbl>
  <w:p w14:paraId="2F95E23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A1E030D" wp14:editId="5C67C2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9553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8CF6CC" wp14:editId="21E4A3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EED2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F3331D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1E7C7B" w14:textId="4264921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3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3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9A2F48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B14CAA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AE446D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383DD7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64D31BB4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1DAB89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EE71C9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33FBF9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FA6DB2D" w14:textId="77777777" w:rsidR="00712ED1" w:rsidRDefault="00712ED1" w:rsidP="00331004">
          <w:pPr>
            <w:pStyle w:val="Zpat"/>
          </w:pPr>
        </w:p>
      </w:tc>
    </w:tr>
  </w:tbl>
  <w:p w14:paraId="7A0B5BB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25BE97A" wp14:editId="7B18E7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09930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568AA59" wp14:editId="1B5BD0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E9DF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0CB7E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980EA" w14:textId="77777777" w:rsidR="00C3042B" w:rsidRDefault="00C3042B" w:rsidP="00962258">
      <w:pPr>
        <w:spacing w:after="0" w:line="240" w:lineRule="auto"/>
      </w:pPr>
      <w:r>
        <w:separator/>
      </w:r>
    </w:p>
  </w:footnote>
  <w:footnote w:type="continuationSeparator" w:id="0">
    <w:p w14:paraId="20E07707" w14:textId="77777777" w:rsidR="00C3042B" w:rsidRDefault="00C304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F6BF2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E6B219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F4F61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91FF29" w14:textId="77777777" w:rsidR="00F1715C" w:rsidRPr="00D6163D" w:rsidRDefault="00F1715C" w:rsidP="00D6163D">
          <w:pPr>
            <w:pStyle w:val="Druhdokumentu"/>
          </w:pPr>
        </w:p>
      </w:tc>
    </w:tr>
  </w:tbl>
  <w:p w14:paraId="5A11282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028C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C4B85D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B6D22C6" wp14:editId="04DBF95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5F88E24" wp14:editId="2B71BC4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657853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17D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8D47A7" w14:textId="77777777" w:rsidR="00F1715C" w:rsidRPr="00D6163D" w:rsidRDefault="00F1715C" w:rsidP="00FC6389">
          <w:pPr>
            <w:pStyle w:val="Druhdokumentu"/>
          </w:pPr>
        </w:p>
      </w:tc>
    </w:tr>
    <w:tr w:rsidR="00F64786" w14:paraId="23E905C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DA21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37C4FE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98D119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D9086E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5505797" wp14:editId="363D22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C4D26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C9428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4B00020"/>
    <w:multiLevelType w:val="hybridMultilevel"/>
    <w:tmpl w:val="56347FF2"/>
    <w:lvl w:ilvl="0" w:tplc="A9DE2C5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529173705">
    <w:abstractNumId w:val="2"/>
  </w:num>
  <w:num w:numId="2" w16cid:durableId="1662345493">
    <w:abstractNumId w:val="1"/>
  </w:num>
  <w:num w:numId="3" w16cid:durableId="771121314">
    <w:abstractNumId w:val="3"/>
  </w:num>
  <w:num w:numId="4" w16cid:durableId="1417091218">
    <w:abstractNumId w:val="6"/>
  </w:num>
  <w:num w:numId="5" w16cid:durableId="1634940130">
    <w:abstractNumId w:val="0"/>
  </w:num>
  <w:num w:numId="6" w16cid:durableId="2135294954">
    <w:abstractNumId w:val="4"/>
  </w:num>
  <w:num w:numId="7" w16cid:durableId="14794182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E2EDA"/>
    <w:rsid w:val="00114472"/>
    <w:rsid w:val="00170EC5"/>
    <w:rsid w:val="001747C1"/>
    <w:rsid w:val="0018596A"/>
    <w:rsid w:val="001B69C2"/>
    <w:rsid w:val="001C4DA0"/>
    <w:rsid w:val="00207DF5"/>
    <w:rsid w:val="00231BDD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4B80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C6FEA"/>
    <w:rsid w:val="006E0578"/>
    <w:rsid w:val="006E314D"/>
    <w:rsid w:val="006E7F06"/>
    <w:rsid w:val="00710723"/>
    <w:rsid w:val="00712ED1"/>
    <w:rsid w:val="007143C6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0A31"/>
    <w:rsid w:val="007B570C"/>
    <w:rsid w:val="007C7B62"/>
    <w:rsid w:val="007E4A6E"/>
    <w:rsid w:val="007F56A7"/>
    <w:rsid w:val="00807DD0"/>
    <w:rsid w:val="00813F11"/>
    <w:rsid w:val="00867A7E"/>
    <w:rsid w:val="00882FD2"/>
    <w:rsid w:val="00891334"/>
    <w:rsid w:val="008A3568"/>
    <w:rsid w:val="008B174D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42B"/>
    <w:rsid w:val="00C30759"/>
    <w:rsid w:val="00C44F6A"/>
    <w:rsid w:val="00C70410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2270"/>
    <w:rsid w:val="00D63009"/>
    <w:rsid w:val="00D72FD6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7CB7"/>
    <w:rsid w:val="00EB104F"/>
    <w:rsid w:val="00ED14BD"/>
    <w:rsid w:val="00F01440"/>
    <w:rsid w:val="00F12DEC"/>
    <w:rsid w:val="00F1715C"/>
    <w:rsid w:val="00F23EDB"/>
    <w:rsid w:val="00F310F8"/>
    <w:rsid w:val="00F35939"/>
    <w:rsid w:val="00F45607"/>
    <w:rsid w:val="00F64786"/>
    <w:rsid w:val="00F659EB"/>
    <w:rsid w:val="00F757C2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79DBD7"/>
  <w14:defaultImageDpi w14:val="32767"/>
  <w15:docId w15:val="{F97F965C-B198-4690-9DA0-41B61615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59A6E-7484-4AC4-8B68-40A8FCCE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53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12</cp:revision>
  <cp:lastPrinted>2019-02-22T13:28:00Z</cp:lastPrinted>
  <dcterms:created xsi:type="dcterms:W3CDTF">2023-08-15T21:04:00Z</dcterms:created>
  <dcterms:modified xsi:type="dcterms:W3CDTF">2023-10-04T11:19:00Z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